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985"/>
        <w:gridCol w:w="1701"/>
        <w:gridCol w:w="1701"/>
        <w:gridCol w:w="1559"/>
        <w:gridCol w:w="1559"/>
      </w:tblGrid>
      <w:tr w:rsidR="006F696E" w:rsidRPr="00861282" w:rsidTr="006F696E">
        <w:tc>
          <w:tcPr>
            <w:tcW w:w="1951" w:type="dxa"/>
          </w:tcPr>
          <w:p w:rsidR="006F696E" w:rsidRDefault="006F696E" w:rsidP="00FD14E5"/>
        </w:tc>
        <w:tc>
          <w:tcPr>
            <w:tcW w:w="1985" w:type="dxa"/>
          </w:tcPr>
          <w:p w:rsidR="00861282" w:rsidRDefault="00861282" w:rsidP="0086128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Week 12 </w:t>
            </w:r>
          </w:p>
          <w:p w:rsidR="006F696E" w:rsidRPr="00344720" w:rsidRDefault="00861282" w:rsidP="00861282">
            <w:pPr>
              <w:jc w:val="center"/>
              <w:rPr>
                <w:b/>
                <w:lang w:val="en-US"/>
              </w:rPr>
            </w:pPr>
            <w:r w:rsidRPr="00861282">
              <w:rPr>
                <w:color w:val="0070C0"/>
                <w:lang w:val="en-US"/>
              </w:rPr>
              <w:t>Nov 13-16</w:t>
            </w:r>
          </w:p>
        </w:tc>
        <w:tc>
          <w:tcPr>
            <w:tcW w:w="1984" w:type="dxa"/>
          </w:tcPr>
          <w:p w:rsidR="00861282" w:rsidRDefault="00861282" w:rsidP="0086128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Week 13 </w:t>
            </w:r>
          </w:p>
          <w:p w:rsidR="006F696E" w:rsidRPr="005738F7" w:rsidRDefault="00861282" w:rsidP="00861282">
            <w:pPr>
              <w:jc w:val="center"/>
              <w:rPr>
                <w:lang w:val="en-US"/>
              </w:rPr>
            </w:pPr>
            <w:r w:rsidRPr="00861282">
              <w:rPr>
                <w:color w:val="0070C0"/>
                <w:lang w:val="en-US"/>
              </w:rPr>
              <w:t>Nov 19-23</w:t>
            </w:r>
          </w:p>
        </w:tc>
        <w:tc>
          <w:tcPr>
            <w:tcW w:w="1985" w:type="dxa"/>
          </w:tcPr>
          <w:p w:rsidR="006F696E" w:rsidRPr="00861282" w:rsidRDefault="00861282" w:rsidP="005711A4">
            <w:pPr>
              <w:jc w:val="center"/>
              <w:rPr>
                <w:lang w:val="en-US"/>
              </w:rPr>
            </w:pPr>
            <w:r w:rsidRPr="00861282">
              <w:rPr>
                <w:lang w:val="en-US"/>
              </w:rPr>
              <w:t>Week 1</w:t>
            </w:r>
            <w:r>
              <w:rPr>
                <w:lang w:val="en-US"/>
              </w:rPr>
              <w:t>4</w:t>
            </w:r>
          </w:p>
          <w:p w:rsidR="00861282" w:rsidRPr="00861282" w:rsidRDefault="00861282" w:rsidP="00861282">
            <w:pPr>
              <w:rPr>
                <w:lang w:val="en-US"/>
              </w:rPr>
            </w:pPr>
            <w:r w:rsidRPr="00861282">
              <w:rPr>
                <w:color w:val="0070C0"/>
                <w:lang w:val="en-US"/>
              </w:rPr>
              <w:t>(Nov 26</w:t>
            </w:r>
            <w:r w:rsidRPr="00861282">
              <w:rPr>
                <w:color w:val="0070C0"/>
                <w:vertAlign w:val="superscript"/>
                <w:lang w:val="en-US"/>
              </w:rPr>
              <w:t>th</w:t>
            </w:r>
            <w:r>
              <w:rPr>
                <w:color w:val="0070C0"/>
                <w:vertAlign w:val="superscript"/>
                <w:lang w:val="en-US"/>
              </w:rPr>
              <w:t>.-</w:t>
            </w:r>
            <w:r w:rsidRPr="00861282">
              <w:rPr>
                <w:color w:val="0070C0"/>
                <w:lang w:val="en-US"/>
              </w:rPr>
              <w:t xml:space="preserve"> 30th)</w:t>
            </w:r>
          </w:p>
        </w:tc>
        <w:tc>
          <w:tcPr>
            <w:tcW w:w="1701" w:type="dxa"/>
          </w:tcPr>
          <w:p w:rsidR="006F696E" w:rsidRPr="00861282" w:rsidRDefault="006F696E" w:rsidP="005711A4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</w:tcPr>
          <w:p w:rsidR="006F696E" w:rsidRPr="00861282" w:rsidRDefault="006F696E" w:rsidP="005711A4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:rsidR="006F696E" w:rsidRPr="008D2F53" w:rsidRDefault="006F696E" w:rsidP="005711A4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:rsidR="006F696E" w:rsidRPr="008D2F53" w:rsidRDefault="006F696E" w:rsidP="006F696E">
            <w:pPr>
              <w:jc w:val="center"/>
              <w:rPr>
                <w:lang w:val="en-US"/>
              </w:rPr>
            </w:pPr>
          </w:p>
        </w:tc>
      </w:tr>
      <w:tr w:rsidR="006F696E" w:rsidRPr="00861282" w:rsidTr="006F696E">
        <w:tc>
          <w:tcPr>
            <w:tcW w:w="1951" w:type="dxa"/>
          </w:tcPr>
          <w:p w:rsidR="00861282" w:rsidRDefault="00861282" w:rsidP="00861282">
            <w:pPr>
              <w:pStyle w:val="NoSpacing"/>
              <w:tabs>
                <w:tab w:val="center" w:pos="2977"/>
              </w:tabs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-Identifies  some parts of the book(title-</w:t>
            </w:r>
            <w:r w:rsidRPr="00B24AD9">
              <w:rPr>
                <w:color w:val="000000"/>
                <w:sz w:val="20"/>
                <w:szCs w:val="20"/>
                <w:lang w:val="en-US"/>
              </w:rPr>
              <w:t>author-illustrator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-from front cover- back cover </w:t>
            </w:r>
            <w:r w:rsidRPr="00B24AD9">
              <w:rPr>
                <w:color w:val="000000"/>
                <w:sz w:val="20"/>
                <w:szCs w:val="20"/>
                <w:lang w:val="en-US"/>
              </w:rPr>
              <w:t>)</w:t>
            </w:r>
          </w:p>
          <w:p w:rsidR="002305DB" w:rsidRDefault="002305DB" w:rsidP="00861282">
            <w:pPr>
              <w:pStyle w:val="NoSpacing"/>
              <w:tabs>
                <w:tab w:val="center" w:pos="2977"/>
              </w:tabs>
              <w:rPr>
                <w:color w:val="000000"/>
                <w:sz w:val="20"/>
                <w:szCs w:val="20"/>
                <w:lang w:val="en-US"/>
              </w:rPr>
            </w:pPr>
          </w:p>
          <w:p w:rsidR="00861282" w:rsidRDefault="00861282" w:rsidP="00861282">
            <w:pPr>
              <w:pStyle w:val="NoSpacing"/>
              <w:tabs>
                <w:tab w:val="center" w:pos="297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B24AD9">
              <w:rPr>
                <w:sz w:val="20"/>
                <w:szCs w:val="20"/>
              </w:rPr>
              <w:t>Responds actively to read aloud situations</w:t>
            </w:r>
            <w:r>
              <w:rPr>
                <w:sz w:val="20"/>
                <w:szCs w:val="20"/>
              </w:rPr>
              <w:t xml:space="preserve"> </w:t>
            </w:r>
            <w:r w:rsidRPr="00B24AD9">
              <w:rPr>
                <w:sz w:val="20"/>
                <w:szCs w:val="20"/>
              </w:rPr>
              <w:t>(makes predictions)</w:t>
            </w:r>
          </w:p>
          <w:p w:rsidR="002305DB" w:rsidRDefault="002305DB" w:rsidP="00861282">
            <w:pPr>
              <w:pStyle w:val="NoSpacing"/>
              <w:tabs>
                <w:tab w:val="center" w:pos="2977"/>
              </w:tabs>
              <w:rPr>
                <w:sz w:val="20"/>
                <w:szCs w:val="20"/>
              </w:rPr>
            </w:pPr>
          </w:p>
          <w:p w:rsidR="00861282" w:rsidRDefault="00861282" w:rsidP="00861282">
            <w:pPr>
              <w:pStyle w:val="NoSpacing"/>
              <w:rPr>
                <w:color w:val="000000"/>
                <w:sz w:val="20"/>
                <w:szCs w:val="20"/>
                <w:lang w:val="en-US"/>
              </w:rPr>
            </w:pPr>
            <w:r w:rsidRPr="00555244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Pr="00B24AD9">
              <w:rPr>
                <w:color w:val="000000"/>
                <w:sz w:val="20"/>
                <w:szCs w:val="20"/>
              </w:rPr>
              <w:t xml:space="preserve">Listens to and </w:t>
            </w:r>
            <w:r w:rsidRPr="00B24AD9">
              <w:rPr>
                <w:color w:val="000000"/>
                <w:sz w:val="20"/>
                <w:szCs w:val="20"/>
                <w:lang w:val="en-US"/>
              </w:rPr>
              <w:t>recognizes words in sentences</w:t>
            </w:r>
            <w:r>
              <w:rPr>
                <w:color w:val="000000"/>
                <w:sz w:val="20"/>
                <w:szCs w:val="20"/>
                <w:lang w:val="en-US"/>
              </w:rPr>
              <w:t>,</w:t>
            </w:r>
            <w:r w:rsidRPr="00B24AD9">
              <w:rPr>
                <w:color w:val="000000"/>
                <w:sz w:val="20"/>
                <w:szCs w:val="20"/>
                <w:lang w:val="en-US"/>
              </w:rPr>
              <w:t xml:space="preserve"> in poems, rhymes, tongue-twisters and songs</w:t>
            </w:r>
          </w:p>
          <w:p w:rsidR="002305DB" w:rsidRDefault="002305DB" w:rsidP="00861282">
            <w:pPr>
              <w:pStyle w:val="NoSpacing"/>
              <w:rPr>
                <w:color w:val="000000"/>
                <w:sz w:val="20"/>
                <w:szCs w:val="20"/>
                <w:lang w:val="en-US"/>
              </w:rPr>
            </w:pPr>
          </w:p>
          <w:p w:rsidR="00861282" w:rsidRDefault="00861282" w:rsidP="00861282">
            <w:pPr>
              <w:pStyle w:val="NoSpacing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  <w:r w:rsidRPr="00B24AD9">
              <w:rPr>
                <w:color w:val="000000"/>
                <w:sz w:val="20"/>
                <w:szCs w:val="20"/>
                <w:lang w:val="en-US"/>
              </w:rPr>
              <w:t xml:space="preserve"> Uses learnt structures to communicate in daily interactions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(I, </w:t>
            </w:r>
            <w:r w:rsidRPr="00B24AD9">
              <w:rPr>
                <w:color w:val="000000"/>
                <w:sz w:val="20"/>
                <w:szCs w:val="20"/>
                <w:lang w:val="en-US"/>
              </w:rPr>
              <w:t>we)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</w:p>
          <w:p w:rsidR="003618D7" w:rsidRDefault="003618D7" w:rsidP="003618D7">
            <w:pPr>
              <w:pStyle w:val="NoSpacing"/>
              <w:rPr>
                <w:color w:val="000000"/>
                <w:sz w:val="20"/>
                <w:szCs w:val="20"/>
                <w:lang w:val="en-US"/>
              </w:rPr>
            </w:pPr>
          </w:p>
          <w:p w:rsidR="00861282" w:rsidRPr="009E0C3D" w:rsidRDefault="00861282" w:rsidP="00861282">
            <w:pPr>
              <w:pStyle w:val="NoSpacing"/>
              <w:tabs>
                <w:tab w:val="center" w:pos="2977"/>
              </w:tabs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6F696E" w:rsidRPr="00B81719" w:rsidRDefault="006F696E">
            <w:pPr>
              <w:rPr>
                <w:lang w:val="en-US"/>
              </w:rPr>
            </w:pPr>
          </w:p>
        </w:tc>
        <w:tc>
          <w:tcPr>
            <w:tcW w:w="1985" w:type="dxa"/>
          </w:tcPr>
          <w:p w:rsidR="003618D7" w:rsidRPr="003618D7" w:rsidRDefault="003618D7" w:rsidP="00861282">
            <w:pPr>
              <w:rPr>
                <w:b/>
                <w:u w:val="single"/>
                <w:lang w:val="en-US"/>
              </w:rPr>
            </w:pPr>
            <w:r w:rsidRPr="003618D7">
              <w:rPr>
                <w:b/>
                <w:u w:val="single"/>
                <w:lang w:val="en-US"/>
              </w:rPr>
              <w:t>Stations:</w:t>
            </w:r>
          </w:p>
          <w:p w:rsidR="00861282" w:rsidRDefault="00861282" w:rsidP="00861282">
            <w:pPr>
              <w:rPr>
                <w:lang w:val="en-US"/>
              </w:rPr>
            </w:pPr>
            <w:r>
              <w:rPr>
                <w:lang w:val="en-US"/>
              </w:rPr>
              <w:t>-“Tumble Bumble”</w:t>
            </w:r>
          </w:p>
          <w:p w:rsidR="0000483C" w:rsidRDefault="0000483C" w:rsidP="00861282">
            <w:pPr>
              <w:rPr>
                <w:lang w:val="en-US"/>
              </w:rPr>
            </w:pPr>
          </w:p>
          <w:p w:rsidR="00861282" w:rsidRDefault="00861282" w:rsidP="00861282">
            <w:pPr>
              <w:rPr>
                <w:lang w:val="en-US"/>
              </w:rPr>
            </w:pPr>
            <w:r>
              <w:rPr>
                <w:lang w:val="en-US"/>
              </w:rPr>
              <w:t>-Interactive chart</w:t>
            </w:r>
          </w:p>
          <w:p w:rsidR="00861282" w:rsidRDefault="00861282" w:rsidP="00861282">
            <w:pPr>
              <w:rPr>
                <w:lang w:val="en-US"/>
              </w:rPr>
            </w:pPr>
            <w:r>
              <w:rPr>
                <w:lang w:val="en-US"/>
              </w:rPr>
              <w:t>“Cookies Jar”</w:t>
            </w:r>
          </w:p>
          <w:p w:rsidR="0000483C" w:rsidRDefault="0000483C" w:rsidP="00861282">
            <w:pPr>
              <w:rPr>
                <w:lang w:val="en-US"/>
              </w:rPr>
            </w:pPr>
          </w:p>
          <w:p w:rsidR="00861282" w:rsidRDefault="00861282" w:rsidP="0086128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-Differentiated reading</w:t>
            </w:r>
          </w:p>
          <w:p w:rsidR="0000483C" w:rsidRDefault="0000483C" w:rsidP="0086128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F20AA3" w:rsidRDefault="00F20AA3" w:rsidP="0086128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-My weekend news</w:t>
            </w:r>
          </w:p>
          <w:p w:rsidR="00F20AA3" w:rsidRDefault="00F20AA3" w:rsidP="0086128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-Booklet</w:t>
            </w:r>
            <w:r w:rsidR="0000483C">
              <w:rPr>
                <w:rFonts w:ascii="Arial" w:hAnsi="Arial" w:cs="Arial"/>
                <w:sz w:val="20"/>
                <w:szCs w:val="20"/>
                <w:lang w:val="en-US"/>
              </w:rPr>
              <w:t xml:space="preserve">&gt;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B sound</w:t>
            </w:r>
          </w:p>
          <w:p w:rsidR="003618D7" w:rsidRDefault="003618D7" w:rsidP="0086128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861282" w:rsidRPr="002E5C8B" w:rsidRDefault="00861282" w:rsidP="0086128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861282" w:rsidRPr="003618D7" w:rsidRDefault="00861282" w:rsidP="00861282">
            <w:pPr>
              <w:rPr>
                <w:b/>
                <w:u w:val="single"/>
                <w:lang w:val="en-US"/>
              </w:rPr>
            </w:pPr>
            <w:proofErr w:type="spellStart"/>
            <w:r w:rsidRPr="003618D7">
              <w:rPr>
                <w:b/>
                <w:u w:val="single"/>
                <w:lang w:val="en-US"/>
              </w:rPr>
              <w:t>Hwork</w:t>
            </w:r>
            <w:proofErr w:type="spellEnd"/>
            <w:r w:rsidRPr="003618D7">
              <w:rPr>
                <w:b/>
                <w:u w:val="single"/>
                <w:lang w:val="en-US"/>
              </w:rPr>
              <w:t>:</w:t>
            </w:r>
          </w:p>
          <w:p w:rsidR="00861282" w:rsidRDefault="00861282" w:rsidP="00861282">
            <w:pPr>
              <w:rPr>
                <w:lang w:val="en-US"/>
              </w:rPr>
            </w:pPr>
            <w:r>
              <w:rPr>
                <w:lang w:val="en-US"/>
              </w:rPr>
              <w:t xml:space="preserve"> “Cookies week” uploaded in the wiki</w:t>
            </w:r>
          </w:p>
          <w:p w:rsidR="00861282" w:rsidRPr="005A600A" w:rsidRDefault="00861282" w:rsidP="00861282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861282" w:rsidRPr="003618D7" w:rsidRDefault="003618D7" w:rsidP="003618D7">
            <w:pPr>
              <w:rPr>
                <w:b/>
                <w:u w:val="single"/>
                <w:lang w:val="en-US"/>
              </w:rPr>
            </w:pPr>
            <w:r w:rsidRPr="003618D7">
              <w:rPr>
                <w:b/>
                <w:u w:val="single"/>
                <w:lang w:val="en-US"/>
              </w:rPr>
              <w:t>Stations:</w:t>
            </w:r>
          </w:p>
          <w:p w:rsidR="00861282" w:rsidRDefault="00861282" w:rsidP="00861282">
            <w:pPr>
              <w:rPr>
                <w:lang w:val="en-US"/>
              </w:rPr>
            </w:pPr>
            <w:r>
              <w:rPr>
                <w:lang w:val="en-US"/>
              </w:rPr>
              <w:t>-“Tumble Bumble” (2</w:t>
            </w:r>
            <w:r w:rsidRPr="00861282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part)</w:t>
            </w:r>
          </w:p>
          <w:p w:rsidR="0000483C" w:rsidRDefault="0000483C" w:rsidP="00861282">
            <w:pPr>
              <w:rPr>
                <w:lang w:val="en-US"/>
              </w:rPr>
            </w:pPr>
          </w:p>
          <w:p w:rsidR="00861282" w:rsidRDefault="00861282" w:rsidP="00861282">
            <w:pPr>
              <w:rPr>
                <w:lang w:val="en-US"/>
              </w:rPr>
            </w:pPr>
            <w:r>
              <w:rPr>
                <w:lang w:val="en-US"/>
              </w:rPr>
              <w:t>-Interactive chart</w:t>
            </w:r>
          </w:p>
          <w:p w:rsidR="003618D7" w:rsidRDefault="00861282" w:rsidP="00861282">
            <w:pPr>
              <w:rPr>
                <w:lang w:val="en-US"/>
              </w:rPr>
            </w:pPr>
            <w:r>
              <w:rPr>
                <w:lang w:val="en-US"/>
              </w:rPr>
              <w:t xml:space="preserve">“Cookies Jar” </w:t>
            </w:r>
          </w:p>
          <w:p w:rsidR="00861282" w:rsidRDefault="00861282" w:rsidP="00861282">
            <w:pPr>
              <w:rPr>
                <w:lang w:val="en-US"/>
              </w:rPr>
            </w:pPr>
            <w:r>
              <w:rPr>
                <w:lang w:val="en-US"/>
              </w:rPr>
              <w:t>(2</w:t>
            </w:r>
            <w:r w:rsidRPr="00861282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part)</w:t>
            </w:r>
          </w:p>
          <w:p w:rsidR="0000483C" w:rsidRDefault="0000483C" w:rsidP="00861282">
            <w:pPr>
              <w:rPr>
                <w:lang w:val="en-US"/>
              </w:rPr>
            </w:pPr>
          </w:p>
          <w:p w:rsidR="00861282" w:rsidRDefault="00861282" w:rsidP="0086128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-Differentiated reading</w:t>
            </w:r>
          </w:p>
          <w:p w:rsidR="0000483C" w:rsidRDefault="0000483C" w:rsidP="0086128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F20AA3" w:rsidRDefault="00F20AA3" w:rsidP="0086128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-Booklet </w:t>
            </w:r>
            <w:r w:rsidR="0000483C">
              <w:rPr>
                <w:rFonts w:ascii="Arial" w:hAnsi="Arial" w:cs="Arial"/>
                <w:sz w:val="20"/>
                <w:szCs w:val="20"/>
                <w:lang w:val="en-US"/>
              </w:rPr>
              <w:t>&gt;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P sound</w:t>
            </w:r>
          </w:p>
          <w:p w:rsidR="00861282" w:rsidRDefault="00861282" w:rsidP="0086128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861282" w:rsidRPr="003618D7" w:rsidRDefault="00861282" w:rsidP="00861282">
            <w:pPr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  <w:proofErr w:type="spellStart"/>
            <w:r w:rsidRPr="003618D7"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t>Hwork</w:t>
            </w:r>
            <w:proofErr w:type="spellEnd"/>
            <w:r w:rsidRPr="003618D7"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t xml:space="preserve">: </w:t>
            </w:r>
          </w:p>
          <w:p w:rsidR="00861282" w:rsidRDefault="00861282" w:rsidP="0086128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61282">
              <w:rPr>
                <w:rFonts w:ascii="Arial" w:hAnsi="Arial" w:cs="Arial"/>
                <w:b/>
                <w:sz w:val="20"/>
                <w:szCs w:val="20"/>
                <w:lang w:val="en-US"/>
              </w:rPr>
              <w:t>Link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YouTube:</w:t>
            </w:r>
          </w:p>
          <w:p w:rsidR="00861282" w:rsidRDefault="00861282" w:rsidP="0086128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“Cookies Jar” uploaded in the wiki</w:t>
            </w:r>
          </w:p>
          <w:p w:rsidR="00861282" w:rsidRPr="002E5C8B" w:rsidRDefault="00861282" w:rsidP="0086128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Worksheet : “Cookie´s Jar” </w:t>
            </w:r>
          </w:p>
          <w:p w:rsidR="00861282" w:rsidRDefault="00861282" w:rsidP="00861282">
            <w:pPr>
              <w:rPr>
                <w:lang w:val="en-US"/>
              </w:rPr>
            </w:pPr>
          </w:p>
          <w:p w:rsidR="006F696E" w:rsidRPr="004F5538" w:rsidRDefault="006F696E" w:rsidP="0014345D">
            <w:pPr>
              <w:pStyle w:val="NoSpacing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:rsidR="006F696E" w:rsidRPr="005A600A" w:rsidRDefault="006F696E" w:rsidP="00344720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</w:tcPr>
          <w:p w:rsidR="006F696E" w:rsidRPr="005A600A" w:rsidRDefault="006F696E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6F696E" w:rsidRPr="005A600A" w:rsidRDefault="006F696E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6F696E" w:rsidRPr="005A600A" w:rsidRDefault="006F696E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5509B4" w:rsidRPr="005A600A" w:rsidRDefault="005509B4" w:rsidP="00FA2415">
            <w:pPr>
              <w:rPr>
                <w:lang w:val="en-US"/>
              </w:rPr>
            </w:pPr>
          </w:p>
        </w:tc>
      </w:tr>
      <w:tr w:rsidR="006F696E" w:rsidRPr="00FD14E5" w:rsidTr="006F696E">
        <w:tc>
          <w:tcPr>
            <w:tcW w:w="1951" w:type="dxa"/>
          </w:tcPr>
          <w:p w:rsidR="006F696E" w:rsidRPr="00861282" w:rsidRDefault="00F20AA3">
            <w:pPr>
              <w:rPr>
                <w:lang w:val="en-US"/>
              </w:rPr>
            </w:pPr>
            <w:bookmarkStart w:id="0" w:name="_GoBack"/>
            <w:bookmarkEnd w:id="0"/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Recognizes some beginning sounds in poems, rhymes, tongue-twisters and songs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985" w:type="dxa"/>
          </w:tcPr>
          <w:p w:rsidR="006F696E" w:rsidRDefault="00F20AA3">
            <w:pPr>
              <w:rPr>
                <w:lang w:val="en-US"/>
              </w:rPr>
            </w:pPr>
            <w:r>
              <w:rPr>
                <w:lang w:val="en-US"/>
              </w:rPr>
              <w:t>-Phonemic awareness with Fabio</w:t>
            </w:r>
          </w:p>
          <w:p w:rsidR="0000483C" w:rsidRDefault="0000483C">
            <w:pPr>
              <w:rPr>
                <w:lang w:val="en-US"/>
              </w:rPr>
            </w:pPr>
          </w:p>
          <w:p w:rsidR="00F20AA3" w:rsidRPr="00861282" w:rsidRDefault="00F20AA3">
            <w:pPr>
              <w:rPr>
                <w:lang w:val="en-US"/>
              </w:rPr>
            </w:pPr>
            <w:r>
              <w:rPr>
                <w:lang w:val="en-US"/>
              </w:rPr>
              <w:t xml:space="preserve">-Sound Booklet </w:t>
            </w:r>
          </w:p>
          <w:p w:rsidR="006F696E" w:rsidRPr="00861282" w:rsidRDefault="006F696E">
            <w:pPr>
              <w:rPr>
                <w:lang w:val="en-US"/>
              </w:rPr>
            </w:pPr>
          </w:p>
          <w:p w:rsidR="006F696E" w:rsidRPr="00861282" w:rsidRDefault="006F696E">
            <w:pPr>
              <w:rPr>
                <w:lang w:val="en-US"/>
              </w:rPr>
            </w:pPr>
          </w:p>
          <w:p w:rsidR="006F696E" w:rsidRPr="00861282" w:rsidRDefault="006F696E">
            <w:pPr>
              <w:rPr>
                <w:lang w:val="en-US"/>
              </w:rPr>
            </w:pPr>
          </w:p>
          <w:p w:rsidR="006F696E" w:rsidRPr="00861282" w:rsidRDefault="006F696E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F20AA3" w:rsidRDefault="00F20AA3" w:rsidP="00F20AA3">
            <w:pPr>
              <w:rPr>
                <w:lang w:val="en-US"/>
              </w:rPr>
            </w:pPr>
            <w:r>
              <w:rPr>
                <w:lang w:val="en-US"/>
              </w:rPr>
              <w:t>-Phonemic awareness with Fabio</w:t>
            </w:r>
          </w:p>
          <w:p w:rsidR="0000483C" w:rsidRDefault="0000483C" w:rsidP="00F20AA3">
            <w:pPr>
              <w:rPr>
                <w:lang w:val="en-US"/>
              </w:rPr>
            </w:pPr>
          </w:p>
          <w:p w:rsidR="00F20AA3" w:rsidRPr="00861282" w:rsidRDefault="00F20AA3" w:rsidP="00F20AA3">
            <w:pPr>
              <w:rPr>
                <w:lang w:val="en-US"/>
              </w:rPr>
            </w:pPr>
            <w:r>
              <w:rPr>
                <w:lang w:val="en-US"/>
              </w:rPr>
              <w:t xml:space="preserve">-Sound Booklet </w:t>
            </w:r>
          </w:p>
          <w:p w:rsidR="006F696E" w:rsidRPr="00861282" w:rsidRDefault="006F696E">
            <w:pPr>
              <w:rPr>
                <w:lang w:val="en-US"/>
              </w:rPr>
            </w:pPr>
          </w:p>
        </w:tc>
        <w:tc>
          <w:tcPr>
            <w:tcW w:w="1985" w:type="dxa"/>
          </w:tcPr>
          <w:p w:rsidR="006F696E" w:rsidRPr="00AD48C4" w:rsidRDefault="006F696E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682766" w:rsidRPr="00AD48C4" w:rsidRDefault="00682766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6F696E" w:rsidRPr="00AD48C4" w:rsidRDefault="006F696E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6F696E" w:rsidRPr="00AD48C4" w:rsidRDefault="006F696E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6F696E" w:rsidRPr="00AD48C4" w:rsidRDefault="006F696E" w:rsidP="006F696E">
            <w:pPr>
              <w:rPr>
                <w:lang w:val="en-US"/>
              </w:rPr>
            </w:pPr>
          </w:p>
        </w:tc>
      </w:tr>
      <w:tr w:rsidR="006F696E" w:rsidRPr="00FD14E5" w:rsidTr="006F696E">
        <w:tc>
          <w:tcPr>
            <w:tcW w:w="1951" w:type="dxa"/>
          </w:tcPr>
          <w:p w:rsidR="006F696E" w:rsidRPr="001C32BE" w:rsidRDefault="00F20AA3" w:rsidP="003313B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>Gives examples of words with the beginning sound requested</w:t>
            </w:r>
          </w:p>
        </w:tc>
        <w:tc>
          <w:tcPr>
            <w:tcW w:w="1985" w:type="dxa"/>
          </w:tcPr>
          <w:p w:rsidR="00F20AA3" w:rsidRDefault="00F20AA3" w:rsidP="00F20AA3">
            <w:pPr>
              <w:rPr>
                <w:lang w:val="en-US"/>
              </w:rPr>
            </w:pPr>
            <w:r>
              <w:rPr>
                <w:lang w:val="en-US"/>
              </w:rPr>
              <w:t>-Phonemic awareness with Fabio</w:t>
            </w:r>
          </w:p>
          <w:p w:rsidR="0000483C" w:rsidRDefault="0000483C" w:rsidP="00F20AA3">
            <w:pPr>
              <w:rPr>
                <w:lang w:val="en-US"/>
              </w:rPr>
            </w:pPr>
          </w:p>
          <w:p w:rsidR="00F20AA3" w:rsidRPr="00861282" w:rsidRDefault="00F20AA3" w:rsidP="00F20AA3">
            <w:pPr>
              <w:rPr>
                <w:lang w:val="en-US"/>
              </w:rPr>
            </w:pPr>
            <w:r>
              <w:rPr>
                <w:lang w:val="en-US"/>
              </w:rPr>
              <w:t xml:space="preserve">-Sound Booklet </w:t>
            </w:r>
          </w:p>
          <w:p w:rsidR="006F696E" w:rsidRPr="001C32BE" w:rsidRDefault="006F696E" w:rsidP="005711A4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F20AA3" w:rsidRDefault="00F20AA3" w:rsidP="00F20AA3">
            <w:pPr>
              <w:rPr>
                <w:lang w:val="en-US"/>
              </w:rPr>
            </w:pPr>
            <w:r>
              <w:rPr>
                <w:lang w:val="en-US"/>
              </w:rPr>
              <w:t>-Phonemic awareness with Fabio</w:t>
            </w:r>
          </w:p>
          <w:p w:rsidR="0000483C" w:rsidRDefault="0000483C" w:rsidP="00F20AA3">
            <w:pPr>
              <w:rPr>
                <w:lang w:val="en-US"/>
              </w:rPr>
            </w:pPr>
          </w:p>
          <w:p w:rsidR="00F20AA3" w:rsidRPr="00861282" w:rsidRDefault="00F20AA3" w:rsidP="00F20AA3">
            <w:pPr>
              <w:rPr>
                <w:lang w:val="en-US"/>
              </w:rPr>
            </w:pPr>
            <w:r>
              <w:rPr>
                <w:lang w:val="en-US"/>
              </w:rPr>
              <w:t xml:space="preserve">-Sound Booklet </w:t>
            </w:r>
          </w:p>
          <w:p w:rsidR="006F696E" w:rsidRPr="005A600A" w:rsidRDefault="006F696E" w:rsidP="00E82DED">
            <w:pPr>
              <w:rPr>
                <w:lang w:val="en-US"/>
              </w:rPr>
            </w:pPr>
          </w:p>
        </w:tc>
        <w:tc>
          <w:tcPr>
            <w:tcW w:w="1985" w:type="dxa"/>
          </w:tcPr>
          <w:p w:rsidR="006F696E" w:rsidRPr="00861282" w:rsidRDefault="006F696E" w:rsidP="00896A3C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6F696E" w:rsidRPr="00861282" w:rsidRDefault="006F696E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701" w:type="dxa"/>
          </w:tcPr>
          <w:p w:rsidR="00726FEB" w:rsidRPr="00726FEB" w:rsidRDefault="00726FEB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726FEB" w:rsidRPr="00726FEB" w:rsidRDefault="00726FEB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FA2415" w:rsidRPr="00726FEB" w:rsidRDefault="00FA2415" w:rsidP="00B453BB">
            <w:pPr>
              <w:rPr>
                <w:lang w:val="en-US"/>
              </w:rPr>
            </w:pPr>
          </w:p>
        </w:tc>
      </w:tr>
      <w:tr w:rsidR="006F696E" w:rsidRPr="00FD14E5" w:rsidTr="006F696E">
        <w:trPr>
          <w:trHeight w:val="1272"/>
        </w:trPr>
        <w:tc>
          <w:tcPr>
            <w:tcW w:w="1951" w:type="dxa"/>
          </w:tcPr>
          <w:p w:rsidR="006F696E" w:rsidRDefault="006F696E">
            <w:pPr>
              <w:rPr>
                <w:b/>
                <w:lang w:val="en-US"/>
              </w:rPr>
            </w:pPr>
          </w:p>
          <w:p w:rsidR="00E54AE3" w:rsidRDefault="00E54AE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Viewing and presenting</w:t>
            </w:r>
            <w:r w:rsidR="0000483C">
              <w:rPr>
                <w:b/>
                <w:lang w:val="en-US"/>
              </w:rPr>
              <w:t>&gt;</w:t>
            </w:r>
          </w:p>
          <w:p w:rsidR="00E54AE3" w:rsidRPr="00E54AE3" w:rsidRDefault="00E54AE3">
            <w:pPr>
              <w:rPr>
                <w:lang w:val="en-US"/>
              </w:rPr>
            </w:pPr>
            <w:r>
              <w:rPr>
                <w:lang w:val="en-US"/>
              </w:rPr>
              <w:t>Identify the meaning of images, logos and familiar signs in our environment</w:t>
            </w:r>
          </w:p>
        </w:tc>
        <w:tc>
          <w:tcPr>
            <w:tcW w:w="1985" w:type="dxa"/>
          </w:tcPr>
          <w:p w:rsidR="006F696E" w:rsidRDefault="006F696E">
            <w:pPr>
              <w:rPr>
                <w:lang w:val="en-US"/>
              </w:rPr>
            </w:pPr>
          </w:p>
          <w:p w:rsidR="00E54AE3" w:rsidRPr="00AD48C4" w:rsidRDefault="00E54AE3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6F696E" w:rsidRDefault="006F696E">
            <w:pPr>
              <w:rPr>
                <w:lang w:val="en-US"/>
              </w:rPr>
            </w:pPr>
          </w:p>
          <w:p w:rsidR="00E54AE3" w:rsidRPr="00FA53AC" w:rsidRDefault="00E54AE3">
            <w:pPr>
              <w:rPr>
                <w:lang w:val="en-US"/>
              </w:rPr>
            </w:pPr>
            <w:r>
              <w:rPr>
                <w:lang w:val="en-US"/>
              </w:rPr>
              <w:t>Tour around school to look for visual signs</w:t>
            </w:r>
          </w:p>
        </w:tc>
        <w:tc>
          <w:tcPr>
            <w:tcW w:w="1985" w:type="dxa"/>
          </w:tcPr>
          <w:p w:rsidR="006F696E" w:rsidRPr="008132BC" w:rsidRDefault="006F696E">
            <w:pPr>
              <w:rPr>
                <w:lang w:val="en-GB"/>
              </w:rPr>
            </w:pPr>
          </w:p>
        </w:tc>
        <w:tc>
          <w:tcPr>
            <w:tcW w:w="1701" w:type="dxa"/>
          </w:tcPr>
          <w:p w:rsidR="006F696E" w:rsidRPr="00FA53AC" w:rsidRDefault="006F696E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45346E" w:rsidRPr="00FA53AC" w:rsidRDefault="0045346E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6F696E" w:rsidRPr="00FA53AC" w:rsidRDefault="006F696E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6F696E" w:rsidRPr="00FA53AC" w:rsidRDefault="006F696E" w:rsidP="006F696E">
            <w:pPr>
              <w:rPr>
                <w:lang w:val="en-US"/>
              </w:rPr>
            </w:pPr>
          </w:p>
        </w:tc>
      </w:tr>
      <w:tr w:rsidR="006F696E" w:rsidRPr="00FD14E5" w:rsidTr="006F696E">
        <w:tc>
          <w:tcPr>
            <w:tcW w:w="1951" w:type="dxa"/>
          </w:tcPr>
          <w:p w:rsidR="006F696E" w:rsidRPr="00AD48C4" w:rsidRDefault="006F696E">
            <w:pPr>
              <w:rPr>
                <w:b/>
                <w:lang w:val="en-US"/>
              </w:rPr>
            </w:pPr>
          </w:p>
        </w:tc>
        <w:tc>
          <w:tcPr>
            <w:tcW w:w="1985" w:type="dxa"/>
          </w:tcPr>
          <w:p w:rsidR="006F696E" w:rsidRPr="008A7D0B" w:rsidRDefault="006F696E" w:rsidP="00E82DED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6F696E" w:rsidRPr="008A7D0B" w:rsidRDefault="006F696E">
            <w:pPr>
              <w:rPr>
                <w:lang w:val="en-US"/>
              </w:rPr>
            </w:pPr>
          </w:p>
        </w:tc>
        <w:tc>
          <w:tcPr>
            <w:tcW w:w="1985" w:type="dxa"/>
          </w:tcPr>
          <w:p w:rsidR="006F696E" w:rsidRPr="004D306F" w:rsidRDefault="006F696E" w:rsidP="004D306F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682766" w:rsidRPr="00355AF1" w:rsidRDefault="00682766" w:rsidP="00355AF1">
            <w:pPr>
              <w:rPr>
                <w:color w:val="FF0000"/>
                <w:lang w:val="en-US"/>
              </w:rPr>
            </w:pPr>
          </w:p>
        </w:tc>
        <w:tc>
          <w:tcPr>
            <w:tcW w:w="1701" w:type="dxa"/>
          </w:tcPr>
          <w:p w:rsidR="0045346E" w:rsidRPr="00726FEB" w:rsidRDefault="0045346E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559" w:type="dxa"/>
          </w:tcPr>
          <w:p w:rsidR="009078F1" w:rsidRPr="009078F1" w:rsidRDefault="009078F1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FA2415" w:rsidRPr="00B453BB" w:rsidRDefault="00FA2415" w:rsidP="006F696E">
            <w:pPr>
              <w:rPr>
                <w:lang w:val="en-US"/>
              </w:rPr>
            </w:pPr>
          </w:p>
        </w:tc>
      </w:tr>
    </w:tbl>
    <w:p w:rsidR="007E3654" w:rsidRPr="008A7D0B" w:rsidRDefault="007E3654">
      <w:pPr>
        <w:rPr>
          <w:lang w:val="en-US"/>
        </w:rPr>
      </w:pPr>
    </w:p>
    <w:sectPr w:rsidR="007E3654" w:rsidRPr="008A7D0B" w:rsidSect="005A600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A098F"/>
    <w:multiLevelType w:val="hybridMultilevel"/>
    <w:tmpl w:val="2898B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F9A0501"/>
    <w:multiLevelType w:val="hybridMultilevel"/>
    <w:tmpl w:val="68E0C6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712221"/>
    <w:multiLevelType w:val="hybridMultilevel"/>
    <w:tmpl w:val="EC46F522"/>
    <w:lvl w:ilvl="0" w:tplc="AEA46756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635" w:hanging="360"/>
      </w:pPr>
    </w:lvl>
    <w:lvl w:ilvl="2" w:tplc="240A001B" w:tentative="1">
      <w:start w:val="1"/>
      <w:numFmt w:val="lowerRoman"/>
      <w:lvlText w:val="%3."/>
      <w:lvlJc w:val="right"/>
      <w:pPr>
        <w:ind w:left="2355" w:hanging="180"/>
      </w:pPr>
    </w:lvl>
    <w:lvl w:ilvl="3" w:tplc="240A000F" w:tentative="1">
      <w:start w:val="1"/>
      <w:numFmt w:val="decimal"/>
      <w:lvlText w:val="%4."/>
      <w:lvlJc w:val="left"/>
      <w:pPr>
        <w:ind w:left="3075" w:hanging="360"/>
      </w:pPr>
    </w:lvl>
    <w:lvl w:ilvl="4" w:tplc="240A0019" w:tentative="1">
      <w:start w:val="1"/>
      <w:numFmt w:val="lowerLetter"/>
      <w:lvlText w:val="%5."/>
      <w:lvlJc w:val="left"/>
      <w:pPr>
        <w:ind w:left="3795" w:hanging="360"/>
      </w:pPr>
    </w:lvl>
    <w:lvl w:ilvl="5" w:tplc="240A001B" w:tentative="1">
      <w:start w:val="1"/>
      <w:numFmt w:val="lowerRoman"/>
      <w:lvlText w:val="%6."/>
      <w:lvlJc w:val="right"/>
      <w:pPr>
        <w:ind w:left="4515" w:hanging="180"/>
      </w:pPr>
    </w:lvl>
    <w:lvl w:ilvl="6" w:tplc="240A000F" w:tentative="1">
      <w:start w:val="1"/>
      <w:numFmt w:val="decimal"/>
      <w:lvlText w:val="%7."/>
      <w:lvlJc w:val="left"/>
      <w:pPr>
        <w:ind w:left="5235" w:hanging="360"/>
      </w:pPr>
    </w:lvl>
    <w:lvl w:ilvl="7" w:tplc="240A0019" w:tentative="1">
      <w:start w:val="1"/>
      <w:numFmt w:val="lowerLetter"/>
      <w:lvlText w:val="%8."/>
      <w:lvlJc w:val="left"/>
      <w:pPr>
        <w:ind w:left="5955" w:hanging="360"/>
      </w:pPr>
    </w:lvl>
    <w:lvl w:ilvl="8" w:tplc="240A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5B4125C8"/>
    <w:multiLevelType w:val="hybridMultilevel"/>
    <w:tmpl w:val="ECAE7C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282"/>
    <w:rsid w:val="0000483C"/>
    <w:rsid w:val="0003246F"/>
    <w:rsid w:val="000923D9"/>
    <w:rsid w:val="0014345D"/>
    <w:rsid w:val="001B652C"/>
    <w:rsid w:val="001C243C"/>
    <w:rsid w:val="001C32BE"/>
    <w:rsid w:val="0020149A"/>
    <w:rsid w:val="002305DB"/>
    <w:rsid w:val="00264492"/>
    <w:rsid w:val="00264B1B"/>
    <w:rsid w:val="002E46D7"/>
    <w:rsid w:val="002F1B32"/>
    <w:rsid w:val="00317904"/>
    <w:rsid w:val="003235A0"/>
    <w:rsid w:val="003313B2"/>
    <w:rsid w:val="00344720"/>
    <w:rsid w:val="0035054A"/>
    <w:rsid w:val="00350A8D"/>
    <w:rsid w:val="00355AF1"/>
    <w:rsid w:val="003618D7"/>
    <w:rsid w:val="0038020B"/>
    <w:rsid w:val="003956E8"/>
    <w:rsid w:val="0044180B"/>
    <w:rsid w:val="0044297C"/>
    <w:rsid w:val="0045346E"/>
    <w:rsid w:val="004D306F"/>
    <w:rsid w:val="004F5538"/>
    <w:rsid w:val="005509B4"/>
    <w:rsid w:val="005711A4"/>
    <w:rsid w:val="005738F7"/>
    <w:rsid w:val="005A600A"/>
    <w:rsid w:val="006664D5"/>
    <w:rsid w:val="00682766"/>
    <w:rsid w:val="00695040"/>
    <w:rsid w:val="006A1842"/>
    <w:rsid w:val="006F696E"/>
    <w:rsid w:val="00726FEB"/>
    <w:rsid w:val="00785B55"/>
    <w:rsid w:val="007E3654"/>
    <w:rsid w:val="0081077E"/>
    <w:rsid w:val="008132BC"/>
    <w:rsid w:val="0085391E"/>
    <w:rsid w:val="00861282"/>
    <w:rsid w:val="00870DF1"/>
    <w:rsid w:val="00896A3C"/>
    <w:rsid w:val="008A7D0B"/>
    <w:rsid w:val="008C24AB"/>
    <w:rsid w:val="008D2F53"/>
    <w:rsid w:val="009078F1"/>
    <w:rsid w:val="00993DC1"/>
    <w:rsid w:val="009F0181"/>
    <w:rsid w:val="00A14C1C"/>
    <w:rsid w:val="00A352BF"/>
    <w:rsid w:val="00A422EC"/>
    <w:rsid w:val="00A47530"/>
    <w:rsid w:val="00A502B5"/>
    <w:rsid w:val="00A70323"/>
    <w:rsid w:val="00AB62C6"/>
    <w:rsid w:val="00AD48C4"/>
    <w:rsid w:val="00B453BB"/>
    <w:rsid w:val="00B81719"/>
    <w:rsid w:val="00C32341"/>
    <w:rsid w:val="00C554C1"/>
    <w:rsid w:val="00CE1AB7"/>
    <w:rsid w:val="00E01EE4"/>
    <w:rsid w:val="00E54AE3"/>
    <w:rsid w:val="00E6457B"/>
    <w:rsid w:val="00E82DED"/>
    <w:rsid w:val="00F046FC"/>
    <w:rsid w:val="00F20AA3"/>
    <w:rsid w:val="00F32345"/>
    <w:rsid w:val="00F94A5D"/>
    <w:rsid w:val="00FA0AD4"/>
    <w:rsid w:val="00FA2415"/>
    <w:rsid w:val="00FA53AC"/>
    <w:rsid w:val="00FB1C37"/>
    <w:rsid w:val="00FD14E5"/>
    <w:rsid w:val="00FE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yperlink">
    <w:name w:val="Hyperlink"/>
    <w:basedOn w:val="DefaultParagraphFont"/>
    <w:uiPriority w:val="99"/>
    <w:unhideWhenUsed/>
    <w:rsid w:val="00FA241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A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yperlink">
    <w:name w:val="Hyperlink"/>
    <w:basedOn w:val="DefaultParagraphFont"/>
    <w:uiPriority w:val="99"/>
    <w:unhideWhenUsed/>
    <w:rsid w:val="00FA241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A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adri&#241;an\Desktop\Spread%20sheet%20%20L2%20nov%20201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6FF3A-5142-4CC5-BAA7-DE2B38C20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Spread sheet  L2 nov 2012</Template>
  <TotalTime>3</TotalTime>
  <Pages>2</Pages>
  <Words>200</Words>
  <Characters>1101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Madriñan</dc:creator>
  <cp:lastModifiedBy>Portatil CCB</cp:lastModifiedBy>
  <cp:revision>2</cp:revision>
  <cp:lastPrinted>2012-11-15T19:02:00Z</cp:lastPrinted>
  <dcterms:created xsi:type="dcterms:W3CDTF">2012-11-15T19:44:00Z</dcterms:created>
  <dcterms:modified xsi:type="dcterms:W3CDTF">2012-11-15T19:44:00Z</dcterms:modified>
</cp:coreProperties>
</file>